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56C30EF" w14:textId="77777777" w:rsidR="006D173B" w:rsidRPr="006B56FD" w:rsidRDefault="006D173B" w:rsidP="006D173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Białystok</w:t>
            </w:r>
          </w:p>
          <w:p w14:paraId="229DFFB1" w14:textId="77777777" w:rsidR="006D173B" w:rsidRDefault="006D173B" w:rsidP="006D17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3F4CA6ED" w14:textId="2266EBFD" w:rsidR="00B67D39" w:rsidRPr="006B56FD" w:rsidRDefault="006D173B" w:rsidP="006D17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0E14F1E" w:rsidR="00CC7E12" w:rsidRPr="00F01B12" w:rsidRDefault="00CC7E12" w:rsidP="00F01B12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01B12" w:rsidRPr="00F01B12">
        <w:rPr>
          <w:rFonts w:cstheme="minorHAnsi"/>
          <w:b/>
        </w:rPr>
        <w:t xml:space="preserve">Opracowanie projektów budowlano-wykonawczych budowy sieci elektroenergetycznej </w:t>
      </w:r>
      <w:proofErr w:type="spellStart"/>
      <w:r w:rsidR="00F01B12" w:rsidRPr="00F01B12">
        <w:rPr>
          <w:rFonts w:cstheme="minorHAnsi"/>
          <w:b/>
        </w:rPr>
        <w:t>nN</w:t>
      </w:r>
      <w:proofErr w:type="spellEnd"/>
      <w:r w:rsidR="00F01B12" w:rsidRPr="00F01B12">
        <w:rPr>
          <w:rFonts w:cstheme="minorHAnsi"/>
          <w:b/>
        </w:rPr>
        <w:t xml:space="preserve"> na terenie działalności Rejonu Energetycznego Białystok Teren PGE Dystrybucja S.</w:t>
      </w:r>
      <w:r w:rsidR="00F01B12">
        <w:rPr>
          <w:rFonts w:cstheme="minorHAnsi"/>
          <w:b/>
        </w:rPr>
        <w:t xml:space="preserve">A. Oddział Białystok – 4 części </w:t>
      </w:r>
      <w:bookmarkStart w:id="6" w:name="_GoBack"/>
      <w:r w:rsidR="00F01B12" w:rsidRPr="00F01B12">
        <w:rPr>
          <w:rFonts w:cstheme="minorHAnsi"/>
        </w:rPr>
        <w:t xml:space="preserve">nr </w:t>
      </w:r>
      <w:bookmarkEnd w:id="6"/>
      <w:r w:rsidR="00F01B12" w:rsidRPr="00F01B12">
        <w:rPr>
          <w:rFonts w:cstheme="minorHAnsi"/>
          <w:b/>
        </w:rPr>
        <w:t>POST/DYS/OB/GZA/02524/2025</w:t>
      </w:r>
      <w:r w:rsidRPr="00CC7E12">
        <w:rPr>
          <w:rFonts w:cstheme="minorHAnsi"/>
        </w:rPr>
        <w:t xml:space="preserve">, prowadzonego przez </w:t>
      </w:r>
      <w:r w:rsidR="006D173B" w:rsidRPr="006D173B">
        <w:rPr>
          <w:rFonts w:cstheme="minorHAnsi"/>
          <w:b/>
        </w:rPr>
        <w:t>Oddział Bia</w:t>
      </w:r>
      <w:r w:rsidR="006D173B">
        <w:rPr>
          <w:rFonts w:cstheme="minorHAnsi"/>
          <w:b/>
        </w:rPr>
        <w:t>ł</w:t>
      </w:r>
      <w:r w:rsidR="006D173B" w:rsidRPr="006D173B">
        <w:rPr>
          <w:rFonts w:cstheme="minorHAnsi"/>
          <w:b/>
        </w:rPr>
        <w:t>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E69103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B1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0942018" w14:textId="77777777" w:rsidR="00F01B12" w:rsidRDefault="00F01B12" w:rsidP="00F01B12">
          <w:pPr>
            <w:suppressAutoHyphens/>
            <w:ind w:right="187"/>
            <w:rPr>
              <w:sz w:val="16"/>
              <w:szCs w:val="16"/>
            </w:rPr>
          </w:pPr>
          <w:r w:rsidRPr="00EA7AEA">
            <w:rPr>
              <w:sz w:val="16"/>
              <w:szCs w:val="16"/>
            </w:rPr>
            <w:t xml:space="preserve">Opracowanie projektów budowlano-wykonawczych budowy sieci elektroenergetycznej </w:t>
          </w:r>
          <w:proofErr w:type="spellStart"/>
          <w:r w:rsidRPr="00EA7AEA">
            <w:rPr>
              <w:sz w:val="16"/>
              <w:szCs w:val="16"/>
            </w:rPr>
            <w:t>nN</w:t>
          </w:r>
          <w:proofErr w:type="spellEnd"/>
          <w:r w:rsidRPr="00EA7AEA">
            <w:rPr>
              <w:sz w:val="16"/>
              <w:szCs w:val="16"/>
            </w:rPr>
            <w:t xml:space="preserve"> na terenie działalności Rejonu Energetycznego Białystok Teren PGE Dystrybucja S.A. Oddział Białystok – 4 części</w:t>
          </w:r>
        </w:p>
        <w:p w14:paraId="4D9FF616" w14:textId="77777777" w:rsidR="00F01B12" w:rsidRPr="006B2C28" w:rsidRDefault="00F01B12" w:rsidP="00F01B1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OST/DYS/OB/GZA/02524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579F44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539AF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024E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173B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B12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2524 - Załącznik nr 4 do SWZ.docx</dmsv2BaseFileName>
    <dmsv2BaseDisplayName xmlns="http://schemas.microsoft.com/sharepoint/v3">2524 - Załącznik nr 4 do SWZ</dmsv2BaseDisplayName>
    <dmsv2SWPP2ObjectNumber xmlns="http://schemas.microsoft.com/sharepoint/v3">POST/DYS/OB/GZA/02524/2025                        </dmsv2SWPP2ObjectNumber>
    <dmsv2SWPP2SumMD5 xmlns="http://schemas.microsoft.com/sharepoint/v3">73b159e84d90b04bb3f9df557ff81cd8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22865912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XD3KHSRJV2AP-1441292327-5405</_dlc_DocId>
    <_dlc_DocIdUrl xmlns="a19cb1c7-c5c7-46d4-85ae-d83685407bba">
      <Url>https://swpp2.dms.gkpge.pl/sites/38/_layouts/15/DocIdRedir.aspx?ID=XD3KHSRJV2AP-1441292327-5405</Url>
      <Description>XD3KHSRJV2AP-1441292327-5405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8E8EE4-9B67-4537-ACB8-85FA8CD6F66F}"/>
</file>

<file path=customXml/itemProps4.xml><?xml version="1.0" encoding="utf-8"?>
<ds:datastoreItem xmlns:ds="http://schemas.openxmlformats.org/officeDocument/2006/customXml" ds:itemID="{34F17172-27DD-44C5-92F6-52BD0BCEE61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3E309B-27E9-4B43-B97E-9532ABA2415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67</TotalTime>
  <Pages>2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15</cp:revision>
  <cp:lastPrinted>2024-07-15T11:21:00Z</cp:lastPrinted>
  <dcterms:created xsi:type="dcterms:W3CDTF">2025-01-15T13:15:00Z</dcterms:created>
  <dcterms:modified xsi:type="dcterms:W3CDTF">2025-07-05T10:34:00Z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e14efefd-3784-4283-8856-673324ccffc0</vt:lpwstr>
  </property>
</Properties>
</file>